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2B" w:rsidRDefault="00B6472B" w:rsidP="00B6472B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bookmarkStart w:id="0" w:name="_GoBack"/>
      <w:bookmarkEnd w:id="0"/>
    </w:p>
    <w:p w:rsidR="00B6472B" w:rsidRPr="005845E0" w:rsidRDefault="00B6472B" w:rsidP="00B6472B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</w:t>
      </w:r>
    </w:p>
    <w:p w:rsidR="00B6472B" w:rsidRPr="005845E0" w:rsidRDefault="00B6472B" w:rsidP="00B6472B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:rsidR="00B6472B" w:rsidRPr="005845E0" w:rsidRDefault="00B6472B" w:rsidP="00B6472B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:rsidR="00B6472B" w:rsidRPr="005845E0" w:rsidRDefault="00B6472B" w:rsidP="00B6472B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:rsidR="00B6472B" w:rsidRPr="005845E0" w:rsidRDefault="00B6472B" w:rsidP="00B6472B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:rsidR="00B6472B" w:rsidRPr="003B6222" w:rsidRDefault="00B6472B" w:rsidP="00B6472B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:rsidR="00B6472B" w:rsidRPr="00706DCA" w:rsidRDefault="00B6472B" w:rsidP="00B6472B">
      <w:pPr>
        <w:pStyle w:val="xmprfxmsonormal"/>
        <w:spacing w:before="0" w:beforeAutospacing="0" w:after="0" w:afterAutospacing="0"/>
        <w:jc w:val="center"/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</w:pPr>
      <w:r w:rsidRPr="005845E0">
        <w:rPr>
          <w:rFonts w:eastAsia="Calibri"/>
          <w:b/>
          <w:sz w:val="22"/>
          <w:szCs w:val="22"/>
        </w:rPr>
        <w:t xml:space="preserve">OGGETTO: Domanda di Partecipazione </w:t>
      </w:r>
      <w:r>
        <w:rPr>
          <w:rFonts w:eastAsia="Calibri"/>
          <w:b/>
          <w:sz w:val="22"/>
          <w:szCs w:val="22"/>
        </w:rPr>
        <w:t xml:space="preserve">– </w:t>
      </w:r>
      <w:r w:rsidRPr="003B6222">
        <w:rPr>
          <w:rFonts w:ascii="Arial Narrow" w:hAnsi="Arial Narrow"/>
          <w:b/>
          <w:bCs/>
          <w:sz w:val="22"/>
          <w:szCs w:val="22"/>
        </w:rPr>
        <w:t xml:space="preserve">Avviso pubblico per la ricerca di uno specialista per il conferimento dell’incarico di esperto internazionale </w:t>
      </w:r>
      <w:r>
        <w:rPr>
          <w:rFonts w:ascii="Arial Narrow" w:hAnsi="Arial Narrow"/>
          <w:b/>
          <w:bCs/>
          <w:sz w:val="22"/>
          <w:szCs w:val="22"/>
        </w:rPr>
        <w:t>audiometrista/audioprotesista</w:t>
      </w:r>
      <w:r w:rsidRPr="003B6222">
        <w:rPr>
          <w:rFonts w:ascii="Arial Narrow" w:hAnsi="Arial Narrow"/>
          <w:b/>
          <w:bCs/>
          <w:sz w:val="22"/>
          <w:szCs w:val="22"/>
        </w:rPr>
        <w:t xml:space="preserve"> nel progetto</w:t>
      </w:r>
      <w:r>
        <w:rPr>
          <w:rFonts w:ascii="Arial Narrow" w:hAnsi="Arial Narrow"/>
          <w:b/>
          <w:bCs/>
          <w:sz w:val="22"/>
          <w:szCs w:val="22"/>
        </w:rPr>
        <w:t xml:space="preserve">: </w:t>
      </w:r>
      <w:r w:rsidRPr="00706DCA"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  <w:t>“</w:t>
      </w:r>
      <w:r w:rsidRPr="00706DCA">
        <w:rPr>
          <w:rFonts w:ascii="Arial Narrow" w:hAnsi="Arial Narrow"/>
          <w:i/>
          <w:iCs/>
          <w:color w:val="000000"/>
          <w:sz w:val="22"/>
          <w:szCs w:val="22"/>
        </w:rPr>
        <w:t xml:space="preserve">Sentiamoci bene! </w:t>
      </w:r>
      <w:r w:rsidRPr="00706DCA"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  <w:t xml:space="preserve">Migliorare le condizioni sanitarie e di educazione inclusiva di qualità dei minori audiolesi in Giordania, favorendo l’opportunità di uno sviluppo umano integrale e l’inclusione sociale.” </w:t>
      </w:r>
    </w:p>
    <w:p w:rsidR="00B6472B" w:rsidRPr="00706DCA" w:rsidRDefault="00B6472B" w:rsidP="00B6472B">
      <w:pPr>
        <w:pStyle w:val="xmprfxmsonormal"/>
        <w:spacing w:before="0" w:beforeAutospacing="0" w:after="0" w:afterAutospacing="0"/>
        <w:jc w:val="center"/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</w:pPr>
      <w:r w:rsidRPr="00706DCA">
        <w:rPr>
          <w:rFonts w:ascii="Arial Narrow" w:hAnsi="Arial Narrow"/>
          <w:i/>
          <w:iCs/>
          <w:color w:val="000000"/>
          <w:sz w:val="22"/>
          <w:szCs w:val="22"/>
        </w:rPr>
        <w:t>(</w:t>
      </w:r>
      <w:r w:rsidRPr="00706DCA"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  <w:t>CODICE: AID. 012590080).</w:t>
      </w:r>
    </w:p>
    <w:p w:rsidR="00B6472B" w:rsidRPr="005845E0" w:rsidRDefault="00B6472B" w:rsidP="00B6472B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:rsidR="00B6472B" w:rsidRPr="005845E0" w:rsidRDefault="00B6472B" w:rsidP="00B6472B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:rsidR="00B6472B" w:rsidRDefault="003C200B" w:rsidP="00B6472B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3C200B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il proprio interesse a partecipare all’Avviso Pubblico di cui all’oggetto relativamente al Profilo Professionale di </w:t>
      </w:r>
      <w:r w:rsidR="00B6472B">
        <w:rPr>
          <w:rFonts w:ascii="Times New Roman" w:eastAsia="Calibri" w:hAnsi="Times New Roman" w:cs="Times New Roman"/>
          <w:b/>
          <w:sz w:val="22"/>
          <w:szCs w:val="22"/>
          <w:lang w:val="it-IT"/>
        </w:rPr>
        <w:t>AUDIOMETRISTA/AUDIOPROTESISTA</w:t>
      </w:r>
      <w:r w:rsidR="00B6472B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:rsidR="00B6472B" w:rsidRPr="009E60A7" w:rsidRDefault="00B6472B" w:rsidP="00B6472B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F189B">
        <w:rPr>
          <w:rFonts w:ascii="Times New Roman" w:hAnsi="Times New Roman" w:cs="Times New Roman"/>
          <w:i/>
          <w:sz w:val="22"/>
          <w:szCs w:val="22"/>
          <w:lang w:val="it-IT"/>
        </w:rPr>
        <w:t>A tal fine, ai sensi e per gli effetti di cui all’art. 46 del DPR 445/2000 e consapevole delle responsabilità penali previste in caso di dichiarazioni mendaci o esibizione di atti falsi dagli artt. 75 e 76 del DPR 445/2000;</w:t>
      </w:r>
    </w:p>
    <w:p w:rsidR="00B6472B" w:rsidRPr="005845E0" w:rsidRDefault="00B6472B" w:rsidP="00B6472B">
      <w:pPr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2F189B" w:rsidRDefault="00B6472B" w:rsidP="00B6472B">
      <w:pPr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F189B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 </w:t>
      </w:r>
    </w:p>
    <w:p w:rsidR="00B6472B" w:rsidRPr="005845E0" w:rsidRDefault="00B6472B" w:rsidP="00B6472B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2F189B" w:rsidRDefault="00B6472B" w:rsidP="00B6472B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cittadinanza italiana; </w:t>
      </w:r>
    </w:p>
    <w:p w:rsidR="00B6472B" w:rsidRPr="005845E0" w:rsidRDefault="00B6472B" w:rsidP="00B6472B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riservato ai cittadini non titolari della cittadinanza italiana</w:t>
      </w:r>
      <w:r w:rsidRPr="005845E0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:rsidR="00B6472B" w:rsidRPr="00C80435" w:rsidRDefault="00B6472B" w:rsidP="00B647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  <w:bookmarkStart w:id="1" w:name="_Hlk510968340"/>
    </w:p>
    <w:p w:rsidR="00B6472B" w:rsidRPr="005845E0" w:rsidRDefault="00B6472B" w:rsidP="00B6472B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:rsidR="00B6472B" w:rsidRPr="005845E0" w:rsidRDefault="00B6472B" w:rsidP="00B6472B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DC60EC" w:rsidRDefault="00B6472B" w:rsidP="00B6472B">
      <w:pPr>
        <w:pStyle w:val="Paragrafoelenco"/>
        <w:numPr>
          <w:ilvl w:val="0"/>
          <w:numId w:val="2"/>
        </w:numPr>
        <w:spacing w:before="240"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riportato condanne penali, anche con sentenza non passata in giudicato, per i reati previsti al capo 1, titolo II del libro II del codice penale e non essere stato destinatario di provvedimenti che riguardano l’applicazione di misure di prevenzione, di interdizione e di provvedimenti giudiziari iscritti nel casellario giudiziale; </w:t>
      </w:r>
      <w:bookmarkStart w:id="2" w:name="_Hlk510968419"/>
      <w:bookmarkEnd w:id="1"/>
    </w:p>
    <w:p w:rsidR="00B6472B" w:rsidRPr="00DC60EC" w:rsidRDefault="00B6472B" w:rsidP="00B6472B">
      <w:pPr>
        <w:pStyle w:val="Paragrafoelenco"/>
        <w:spacing w:before="240" w:after="160" w:line="259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Default="00B6472B" w:rsidP="00B6472B">
      <w:pPr>
        <w:pStyle w:val="Paragrafoelenco"/>
        <w:numPr>
          <w:ilvl w:val="0"/>
          <w:numId w:val="2"/>
        </w:numPr>
        <w:spacing w:before="240"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conoscere</w:t>
      </w:r>
      <w:r w:rsidR="003C200B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la lin</w:t>
      </w:r>
      <w:bookmarkEnd w:id="2"/>
      <w:r>
        <w:rPr>
          <w:rFonts w:ascii="Times New Roman" w:hAnsi="Times New Roman" w:cs="Times New Roman"/>
          <w:sz w:val="22"/>
          <w:szCs w:val="22"/>
          <w:lang w:val="it-IT"/>
        </w:rPr>
        <w:t>gua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inglese;</w:t>
      </w:r>
    </w:p>
    <w:p w:rsidR="00B6472B" w:rsidRPr="003B6222" w:rsidRDefault="00B6472B" w:rsidP="00B6472B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297438" w:rsidRDefault="00B6472B" w:rsidP="00B6472B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446AE8" w:rsidRDefault="00B6472B" w:rsidP="00B6472B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lastRenderedPageBreak/>
        <w:t>di essere iscritto ad apposito Albo Professionale denominato ……………………………………………… di ………………………</w:t>
      </w:r>
      <w:proofErr w:type="gramStart"/>
      <w:r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  <w:lang w:val="it-IT"/>
        </w:rPr>
        <w:t>, al n. ……………………. del …………………………;</w:t>
      </w:r>
    </w:p>
    <w:p w:rsidR="00B6472B" w:rsidRPr="005845E0" w:rsidRDefault="00B6472B" w:rsidP="00B6472B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5845E0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B6472B" w:rsidRPr="005845E0" w:rsidRDefault="00B6472B" w:rsidP="00B6472B">
      <w:pPr>
        <w:pStyle w:val="Paragrafoelenco"/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Default="00B6472B" w:rsidP="00B6472B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 il certificato di laurea in ……………, in data ……………………. presso l’Università……………………</w:t>
      </w:r>
      <w:r>
        <w:rPr>
          <w:rFonts w:ascii="Times New Roman" w:hAnsi="Times New Roman" w:cs="Times New Roman"/>
          <w:sz w:val="22"/>
          <w:szCs w:val="22"/>
          <w:lang w:val="it-IT"/>
        </w:rPr>
        <w:t>;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:rsidR="00B6472B" w:rsidRPr="00C80435" w:rsidRDefault="00B6472B" w:rsidP="00B6472B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C80435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 avere la </w:t>
      </w:r>
      <w:r>
        <w:rPr>
          <w:rFonts w:ascii="Times New Roman" w:hAnsi="Times New Roman" w:cs="Times New Roman"/>
          <w:b/>
          <w:sz w:val="22"/>
          <w:szCs w:val="22"/>
          <w:lang w:val="it-IT"/>
        </w:rPr>
        <w:t>s</w:t>
      </w:r>
      <w:r w:rsidRPr="00C80435">
        <w:rPr>
          <w:rFonts w:ascii="Times New Roman" w:hAnsi="Times New Roman" w:cs="Times New Roman"/>
          <w:b/>
          <w:sz w:val="22"/>
          <w:szCs w:val="22"/>
          <w:lang w:val="it-IT"/>
        </w:rPr>
        <w:t>pecializzazione in</w:t>
      </w:r>
      <w:r w:rsidRPr="00C80435">
        <w:rPr>
          <w:rFonts w:ascii="Times New Roman" w:hAnsi="Times New Roman" w:cs="Times New Roman"/>
          <w:bCs/>
          <w:sz w:val="22"/>
          <w:szCs w:val="22"/>
          <w:lang w:val="it-IT"/>
        </w:rPr>
        <w:t>………………………………………………………...………</w:t>
      </w:r>
      <w:proofErr w:type="gramStart"/>
      <w:r w:rsidRPr="00C80435">
        <w:rPr>
          <w:rFonts w:ascii="Times New Roman" w:hAnsi="Times New Roman" w:cs="Times New Roman"/>
          <w:bCs/>
          <w:sz w:val="22"/>
          <w:szCs w:val="22"/>
          <w:lang w:val="it-IT"/>
        </w:rPr>
        <w:t>…….</w:t>
      </w:r>
      <w:proofErr w:type="gramEnd"/>
      <w:r w:rsidRPr="00C80435">
        <w:rPr>
          <w:rFonts w:ascii="Times New Roman" w:hAnsi="Times New Roman" w:cs="Times New Roman"/>
          <w:bCs/>
          <w:sz w:val="22"/>
          <w:szCs w:val="22"/>
          <w:lang w:val="it-IT"/>
        </w:rPr>
        <w:t>.;</w:t>
      </w:r>
    </w:p>
    <w:p w:rsidR="00B6472B" w:rsidRPr="005845E0" w:rsidRDefault="00B6472B" w:rsidP="00B6472B">
      <w:pPr>
        <w:pStyle w:val="Paragrafoelenco"/>
        <w:spacing w:after="160" w:line="276" w:lineRule="auto"/>
        <w:ind w:left="709"/>
        <w:contextualSpacing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402B2C" w:rsidRDefault="00B6472B" w:rsidP="00B6472B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3" w:name="_Hlk510969124"/>
      <w:r w:rsidRPr="005845E0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3"/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B6472B" w:rsidRDefault="00B6472B" w:rsidP="00B6472B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impegnarsi a comunicare, tempestivamente, le eventuali successive variazioni di recapito (nuova casella di Posta Elettronica Certificata) a: bandi</w:t>
      </w:r>
      <w:hyperlink r:id="rId7" w:history="1">
        <w:r w:rsidRPr="005845E0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u w:val="none"/>
            <w:lang w:val="it-IT"/>
          </w:rPr>
          <w:t>cisom@pec.it</w:t>
        </w:r>
      </w:hyperlink>
      <w:r w:rsidRPr="005845E0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:rsidR="00B6472B" w:rsidRPr="00C80435" w:rsidRDefault="00B6472B" w:rsidP="00B6472B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402B2C">
        <w:rPr>
          <w:rFonts w:ascii="Times New Roman" w:hAnsi="Times New Roman" w:cs="Times New Roman"/>
          <w:sz w:val="22"/>
          <w:szCs w:val="22"/>
          <w:lang w:val="it-IT"/>
        </w:rPr>
        <w:t>di aver preso visione integrale del contenuto di quanto specificato nell’Avviso Pubblico e di accettare senza riserva alcuna tutte le condizioni e clausole ivi contenute;</w:t>
      </w:r>
    </w:p>
    <w:p w:rsidR="00B6472B" w:rsidRPr="00C80435" w:rsidRDefault="00B6472B" w:rsidP="00B6472B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</w:p>
    <w:p w:rsidR="00B6472B" w:rsidRPr="009E60A7" w:rsidRDefault="00B6472B" w:rsidP="00B6472B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Allega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B6472B" w:rsidRPr="005845E0" w:rsidRDefault="00B6472B" w:rsidP="00B6472B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Curriculum Vitae – 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B6472B" w:rsidRPr="005845E0" w:rsidRDefault="00B6472B" w:rsidP="00B6472B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Copia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del passaporto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B6472B" w:rsidRDefault="00B6472B" w:rsidP="00B6472B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Default="00B6472B" w:rsidP="00B6472B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ED45E8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Non sono prese in considerazione e sono </w:t>
      </w:r>
      <w:r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inderogabilmente </w:t>
      </w:r>
      <w:r w:rsidRPr="00ED45E8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escluse dalla presente procedura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le domande prive di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allegato curriculum vitae, o di copia di un documento di iden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tità in corso di validità o che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contengano u</w:t>
      </w:r>
      <w:r>
        <w:rPr>
          <w:rFonts w:ascii="Times New Roman" w:hAnsi="Times New Roman" w:cs="Times New Roman"/>
          <w:sz w:val="22"/>
          <w:szCs w:val="22"/>
          <w:lang w:val="it-IT"/>
        </w:rPr>
        <w:t>n curriculum vitae non datato, né con firma per esteso e leggibile né scansionato in formato pdf non editabile o che contengano una copia di documento di identità non in corso di validità né con firma per esteso e leggibile.</w:t>
      </w:r>
    </w:p>
    <w:p w:rsidR="00B6472B" w:rsidRDefault="00B6472B" w:rsidP="00B6472B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:rsidR="00B6472B" w:rsidRDefault="00B6472B" w:rsidP="00B6472B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:rsidR="00B6472B" w:rsidRPr="007F6855" w:rsidRDefault="00B6472B" w:rsidP="00B6472B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r w:rsidRPr="005845E0">
        <w:rPr>
          <w:rFonts w:ascii="Times New Roman" w:hAnsi="Times New Roman" w:cs="Times New Roman"/>
          <w:sz w:val="22"/>
          <w:szCs w:val="22"/>
          <w:lang w:val="it-IT"/>
        </w:rPr>
        <w:t>D.Lgs.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n. 196/2003 e </w:t>
      </w:r>
      <w:proofErr w:type="spell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</w:t>
      </w:r>
      <w:r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.m</w:t>
      </w:r>
      <w:r>
        <w:rPr>
          <w:rFonts w:ascii="Times New Roman" w:hAnsi="Times New Roman" w:cs="Times New Roman"/>
          <w:sz w:val="22"/>
          <w:szCs w:val="22"/>
          <w:lang w:val="it-IT"/>
        </w:rPr>
        <w:t>m.ii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:rsidR="00B6472B" w:rsidRPr="005845E0" w:rsidRDefault="00B6472B" w:rsidP="00B6472B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:rsidR="00B6472B" w:rsidRPr="005845E0" w:rsidRDefault="00B6472B" w:rsidP="00B6472B">
      <w:pPr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Default="00B6472B" w:rsidP="00B6472B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:rsidR="00B6472B" w:rsidRPr="005845E0" w:rsidRDefault="00B6472B" w:rsidP="00B6472B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:rsidR="00B6472B" w:rsidRPr="005845E0" w:rsidRDefault="00B6472B" w:rsidP="00B6472B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_______________________________</w:t>
      </w:r>
    </w:p>
    <w:p w:rsidR="006A6A57" w:rsidRPr="000118F4" w:rsidRDefault="006A6A57">
      <w:pPr>
        <w:rPr>
          <w:lang w:val="it-IT"/>
        </w:rPr>
      </w:pPr>
    </w:p>
    <w:sectPr w:rsidR="006A6A57" w:rsidRPr="000118F4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B0" w:rsidRDefault="00627AB0">
      <w:r>
        <w:separator/>
      </w:r>
    </w:p>
  </w:endnote>
  <w:endnote w:type="continuationSeparator" w:id="0">
    <w:p w:rsidR="00627AB0" w:rsidRDefault="0062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B0" w:rsidRDefault="00627AB0">
      <w:r>
        <w:separator/>
      </w:r>
    </w:p>
  </w:footnote>
  <w:footnote w:type="continuationSeparator" w:id="0">
    <w:p w:rsidR="00627AB0" w:rsidRDefault="00627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57" w:rsidRDefault="006A6A57">
    <w:pPr>
      <w:pStyle w:val="Intestazione"/>
    </w:pPr>
  </w:p>
  <w:p w:rsidR="006A6A57" w:rsidRDefault="006A6A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00B"/>
    <w:rsid w:val="000118F4"/>
    <w:rsid w:val="00226A35"/>
    <w:rsid w:val="003C200B"/>
    <w:rsid w:val="00600098"/>
    <w:rsid w:val="00627AB0"/>
    <w:rsid w:val="006A6A57"/>
    <w:rsid w:val="007F3570"/>
    <w:rsid w:val="0088648E"/>
    <w:rsid w:val="008A0566"/>
    <w:rsid w:val="008D1302"/>
    <w:rsid w:val="00B641BC"/>
    <w:rsid w:val="00B6472B"/>
    <w:rsid w:val="00E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F8E4A-138C-4049-9609-F321D14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18F4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0118F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118F4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0118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8F4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paragraph" w:customStyle="1" w:styleId="xmprfxmsonormal">
    <w:name w:val="xmprfx_msonormal"/>
    <w:basedOn w:val="Normale"/>
    <w:rsid w:val="00011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diiorio\AppData\Local\Microsoft\Windows\INetCache\Content.Outlook\U1K8PJ4V\moduloXaudioprotesis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moduloXaudioprotesista.dotx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Di Iorio</dc:creator>
  <cp:keywords/>
  <dc:description/>
  <cp:lastModifiedBy>Luigi Di Iorio</cp:lastModifiedBy>
  <cp:revision>2</cp:revision>
  <dcterms:created xsi:type="dcterms:W3CDTF">2024-03-20T13:58:00Z</dcterms:created>
  <dcterms:modified xsi:type="dcterms:W3CDTF">2024-03-20T13:58:00Z</dcterms:modified>
</cp:coreProperties>
</file>